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4B8855EF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C2E5B">
        <w:rPr>
          <w:rFonts w:ascii="Corbel" w:hAnsi="Corbel"/>
          <w:b/>
          <w:smallCaps/>
          <w:sz w:val="24"/>
          <w:szCs w:val="24"/>
        </w:rPr>
        <w:t>2019-2021</w:t>
      </w:r>
    </w:p>
    <w:p w14:paraId="5BA4E7BC" w14:textId="300C2E6B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AC2E5B">
        <w:rPr>
          <w:rFonts w:ascii="Corbel" w:hAnsi="Corbel"/>
          <w:sz w:val="20"/>
          <w:szCs w:val="20"/>
        </w:rPr>
        <w:t>0</w:t>
      </w:r>
      <w:r w:rsidR="001440B4">
        <w:rPr>
          <w:rFonts w:ascii="Corbel" w:hAnsi="Corbel"/>
          <w:sz w:val="20"/>
          <w:szCs w:val="20"/>
        </w:rPr>
        <w:t>/202</w:t>
      </w:r>
      <w:r w:rsidR="00AC2E5B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55EEDE11" w:rsidR="0085747A" w:rsidRPr="009C54AE" w:rsidRDefault="00664DF7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399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00DE2750" w:rsidR="0085747A" w:rsidRPr="009C54AE" w:rsidRDefault="00773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8F7129E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250228DF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Banki detaliczne i banki korporacyjne. Kierunki rozwoju współczesnej bankowości detalicznej i korporacyjnej. Istota kategorii: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consumer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finance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private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 xml:space="preserve"> banking, </w:t>
            </w:r>
            <w:proofErr w:type="spellStart"/>
            <w:r w:rsidRPr="007D17D9">
              <w:rPr>
                <w:rFonts w:ascii="Corbel" w:hAnsi="Corbel"/>
                <w:bCs/>
                <w:sz w:val="24"/>
                <w:szCs w:val="24"/>
              </w:rPr>
              <w:t>bancassurance</w:t>
            </w:r>
            <w:proofErr w:type="spellEnd"/>
            <w:r w:rsidRPr="007D17D9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lastRenderedPageBreak/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shadow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Segmentacja klientów detalicznych. Produkty oszczędnościowe i inwestycyjne kierowane do osób fizycznych (oferta standardowa i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wealth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Potrzeby finansowe gospodarstw domowych a oferta kredytowa banków. Kredyty konsumpcyjne i inne usługi w zakresie finansowania konsumpcji osób fizycznych. Ryzyko kredytowe (metody oceny zdolności kredytowej,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credit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3E1983">
              <w:rPr>
                <w:rFonts w:ascii="Corbel" w:hAnsi="Corbel"/>
                <w:bCs/>
                <w:sz w:val="24"/>
                <w:szCs w:val="24"/>
              </w:rPr>
              <w:t>scoring</w:t>
            </w:r>
            <w:proofErr w:type="spellEnd"/>
            <w:r w:rsidRPr="003E1983">
              <w:rPr>
                <w:rFonts w:ascii="Corbel" w:hAnsi="Corbel"/>
                <w:bCs/>
                <w:sz w:val="24"/>
                <w:szCs w:val="24"/>
              </w:rPr>
              <w:t>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32754F4A" w:rsidR="0085747A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299422BB" w:rsidR="00C61DC5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-Drozdowska, Jaworski W.,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M.Szelągowska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 A., Zawadzka Z., Bankowość: instytucje, operacje, zarządzanie,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Czerwińska T., Jajuga K. (red.), Ryzyko instytucji finansowych. Współczesne trendy i  wyzwania, Wydawnictwo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</w:rPr>
              <w:t>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, </w:t>
            </w:r>
            <w:proofErr w:type="spellStart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CeDeWu</w:t>
            </w:r>
            <w:proofErr w:type="spellEnd"/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2A6BB" w14:textId="77777777" w:rsidR="005B35DC" w:rsidRDefault="005B35DC" w:rsidP="00C16ABF">
      <w:pPr>
        <w:spacing w:after="0" w:line="240" w:lineRule="auto"/>
      </w:pPr>
      <w:r>
        <w:separator/>
      </w:r>
    </w:p>
  </w:endnote>
  <w:endnote w:type="continuationSeparator" w:id="0">
    <w:p w14:paraId="3B75245E" w14:textId="77777777" w:rsidR="005B35DC" w:rsidRDefault="005B35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67E39" w14:textId="77777777" w:rsidR="005B35DC" w:rsidRDefault="005B35DC" w:rsidP="00C16ABF">
      <w:pPr>
        <w:spacing w:after="0" w:line="240" w:lineRule="auto"/>
      </w:pPr>
      <w:r>
        <w:separator/>
      </w:r>
    </w:p>
  </w:footnote>
  <w:footnote w:type="continuationSeparator" w:id="0">
    <w:p w14:paraId="5519AD38" w14:textId="77777777" w:rsidR="005B35DC" w:rsidRDefault="005B35D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244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593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B35DC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64DF7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73C66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C2E5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DA64BD-2D98-468C-9D04-E55A29A88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1208</Words>
  <Characters>7250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2020-11-24T09:26:00Z</dcterms:created>
  <dcterms:modified xsi:type="dcterms:W3CDTF">2021-11-05T13:31:00Z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